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31E" w:rsidRDefault="003176FF" w:rsidP="00EE5777">
      <w:pPr>
        <w:spacing w:after="0"/>
        <w:rPr>
          <w:rFonts w:ascii="Arial" w:hAnsi="Arial" w:cs="Arial"/>
          <w:b/>
          <w:sz w:val="36"/>
        </w:rPr>
      </w:pPr>
      <w:r w:rsidRPr="003176FF">
        <w:rPr>
          <w:rFonts w:ascii="Arial" w:hAnsi="Arial" w:cs="Arial"/>
          <w:b/>
          <w:sz w:val="36"/>
        </w:rPr>
        <w:t>Leçon 8 : La c</w:t>
      </w:r>
      <w:r w:rsidR="00DB0E7E" w:rsidRPr="003176FF">
        <w:rPr>
          <w:rFonts w:ascii="Arial" w:hAnsi="Arial" w:cs="Arial"/>
          <w:b/>
          <w:sz w:val="36"/>
        </w:rPr>
        <w:t>arte de</w:t>
      </w:r>
      <w:r w:rsidR="002D031E" w:rsidRPr="003176FF">
        <w:rPr>
          <w:rFonts w:ascii="Arial" w:hAnsi="Arial" w:cs="Arial"/>
          <w:b/>
          <w:sz w:val="36"/>
        </w:rPr>
        <w:t xml:space="preserve"> 100 :</w:t>
      </w:r>
    </w:p>
    <w:p w:rsidR="003176FF" w:rsidRPr="003176FF" w:rsidRDefault="003176FF" w:rsidP="00EE5777">
      <w:pPr>
        <w:spacing w:after="0"/>
        <w:rPr>
          <w:rFonts w:ascii="Arial" w:hAnsi="Arial" w:cs="Arial"/>
          <w:b/>
          <w:sz w:val="36"/>
        </w:rPr>
      </w:pPr>
    </w:p>
    <w:p w:rsidR="003176FF" w:rsidRDefault="003176FF" w:rsidP="00EE5777">
      <w:pPr>
        <w:spacing w:after="0"/>
        <w:rPr>
          <w:rFonts w:ascii="Arial" w:hAnsi="Arial" w:cs="Arial"/>
          <w:b/>
          <w:sz w:val="28"/>
        </w:rPr>
      </w:pPr>
    </w:p>
    <w:p w:rsidR="003176FF" w:rsidRPr="00EC3A6D" w:rsidRDefault="003176FF" w:rsidP="00EE5777">
      <w:pPr>
        <w:spacing w:after="0"/>
        <w:rPr>
          <w:rFonts w:ascii="Arial" w:hAnsi="Arial" w:cs="Arial"/>
          <w:b/>
          <w:sz w:val="28"/>
        </w:rPr>
      </w:pPr>
    </w:p>
    <w:p w:rsidR="001D645B" w:rsidRDefault="00344C07" w:rsidP="003176FF">
      <w:pPr>
        <w:jc w:val="center"/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63AC65DF" wp14:editId="4DB2F6EC">
            <wp:extent cx="4522973" cy="2808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522973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6FF" w:rsidRDefault="003176FF" w:rsidP="003176FF">
      <w:pPr>
        <w:jc w:val="center"/>
        <w:rPr>
          <w:rFonts w:ascii="Arial" w:hAnsi="Arial" w:cs="Arial"/>
          <w:noProof/>
          <w:sz w:val="28"/>
          <w:lang w:eastAsia="fr-FR"/>
        </w:rPr>
      </w:pPr>
    </w:p>
    <w:p w:rsidR="003176FF" w:rsidRDefault="003176FF" w:rsidP="003176FF">
      <w:pPr>
        <w:jc w:val="center"/>
        <w:rPr>
          <w:rFonts w:ascii="Arial" w:hAnsi="Arial" w:cs="Arial"/>
          <w:noProof/>
          <w:sz w:val="28"/>
          <w:lang w:eastAsia="fr-FR"/>
        </w:rPr>
      </w:pPr>
    </w:p>
    <w:p w:rsidR="003176FF" w:rsidRDefault="003176FF" w:rsidP="003176FF">
      <w:pPr>
        <w:jc w:val="center"/>
        <w:rPr>
          <w:rFonts w:ascii="Arial" w:hAnsi="Arial" w:cs="Arial"/>
          <w:noProof/>
          <w:sz w:val="28"/>
          <w:lang w:eastAsia="fr-FR"/>
        </w:rPr>
      </w:pPr>
    </w:p>
    <w:p w:rsidR="003176FF" w:rsidRDefault="003176FF" w:rsidP="003176FF">
      <w:pPr>
        <w:spacing w:after="0"/>
        <w:rPr>
          <w:rFonts w:ascii="Arial" w:hAnsi="Arial" w:cs="Arial"/>
          <w:b/>
          <w:sz w:val="36"/>
        </w:rPr>
      </w:pPr>
      <w:r w:rsidRPr="003176FF">
        <w:rPr>
          <w:rFonts w:ascii="Arial" w:hAnsi="Arial" w:cs="Arial"/>
          <w:b/>
          <w:sz w:val="36"/>
        </w:rPr>
        <w:t>Leçon 8 : La carte de 100 :</w:t>
      </w:r>
    </w:p>
    <w:p w:rsidR="003176FF" w:rsidRPr="003176FF" w:rsidRDefault="003176FF" w:rsidP="003176FF">
      <w:pPr>
        <w:spacing w:after="0"/>
        <w:rPr>
          <w:rFonts w:ascii="Arial" w:hAnsi="Arial" w:cs="Arial"/>
          <w:b/>
          <w:sz w:val="36"/>
        </w:rPr>
      </w:pPr>
    </w:p>
    <w:p w:rsidR="003176FF" w:rsidRDefault="003176FF" w:rsidP="003176FF">
      <w:pPr>
        <w:spacing w:after="0"/>
        <w:rPr>
          <w:rFonts w:ascii="Arial" w:hAnsi="Arial" w:cs="Arial"/>
          <w:b/>
          <w:sz w:val="28"/>
        </w:rPr>
      </w:pPr>
    </w:p>
    <w:p w:rsidR="003176FF" w:rsidRPr="00EC3A6D" w:rsidRDefault="003176FF" w:rsidP="003176FF">
      <w:pPr>
        <w:spacing w:after="0"/>
        <w:rPr>
          <w:rFonts w:ascii="Arial" w:hAnsi="Arial" w:cs="Arial"/>
          <w:b/>
          <w:sz w:val="28"/>
        </w:rPr>
      </w:pPr>
    </w:p>
    <w:p w:rsidR="003176FF" w:rsidRDefault="003176FF" w:rsidP="003176FF">
      <w:pPr>
        <w:jc w:val="center"/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2630A1CB" wp14:editId="32BBB5EC">
            <wp:extent cx="4522973" cy="2808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522973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6FF" w:rsidSect="002D031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1E"/>
    <w:rsid w:val="001D645B"/>
    <w:rsid w:val="002D031E"/>
    <w:rsid w:val="003176FF"/>
    <w:rsid w:val="00344C07"/>
    <w:rsid w:val="005175A3"/>
    <w:rsid w:val="005F7238"/>
    <w:rsid w:val="007E024D"/>
    <w:rsid w:val="00C537C6"/>
    <w:rsid w:val="00DB0E7E"/>
    <w:rsid w:val="00E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6F3C"/>
  <w15:chartTrackingRefBased/>
  <w15:docId w15:val="{C7205BE1-91D1-45D6-B008-3F050C34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031E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2017-08-27T08:25:00Z</dcterms:created>
  <dcterms:modified xsi:type="dcterms:W3CDTF">2017-08-27T08:25:00Z</dcterms:modified>
</cp:coreProperties>
</file>